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  <w:lang w:val="en-US" w:eastAsia="zh-CN"/>
        </w:rPr>
        <w:t>6</w:t>
      </w:r>
    </w:p>
    <w:p>
      <w:pPr>
        <w:snapToGrid w:val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instrText xml:space="preserve"> HYPERLINK "http://www.haedu.gov.cn/UserFiles/File/201604/20160405110452368.docx" </w:instrTex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三门峡市“奋进新征程，志做大先生”师德主题教育师德师风优秀案例评选报名表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fldChar w:fldCharType="end"/>
      </w:r>
    </w:p>
    <w:bookmarkEnd w:id="0"/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tbl>
      <w:tblPr>
        <w:tblStyle w:val="6"/>
        <w:tblpPr w:leftFromText="180" w:rightFromText="180" w:vertAnchor="text" w:horzAnchor="page" w:tblpX="1755" w:tblpY="1857"/>
        <w:tblOverlap w:val="never"/>
        <w:tblW w:w="134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4290"/>
        <w:gridCol w:w="3544"/>
        <w:gridCol w:w="1843"/>
        <w:gridCol w:w="268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eastAsia="黑体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eastAsia="黑体"/>
                <w:color w:val="000000"/>
                <w:sz w:val="30"/>
                <w:szCs w:val="30"/>
              </w:rPr>
              <w:t>案例名称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eastAsia="黑体"/>
                <w:color w:val="000000"/>
                <w:sz w:val="30"/>
                <w:szCs w:val="30"/>
              </w:rPr>
              <w:t>参评单位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eastAsia="黑体"/>
                <w:color w:val="000000"/>
                <w:sz w:val="30"/>
                <w:szCs w:val="30"/>
              </w:rPr>
              <w:t>联系人</w:t>
            </w:r>
          </w:p>
        </w:tc>
        <w:tc>
          <w:tcPr>
            <w:tcW w:w="2684" w:type="dxa"/>
          </w:tcPr>
          <w:p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eastAsia="黑体"/>
                <w:color w:val="000000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2684" w:type="dxa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2684" w:type="dxa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2684" w:type="dxa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2684" w:type="dxa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2684" w:type="dxa"/>
          </w:tcPr>
          <w:p>
            <w:pPr>
              <w:jc w:val="center"/>
              <w:rPr>
                <w:color w:val="000000"/>
                <w:sz w:val="30"/>
                <w:szCs w:val="30"/>
              </w:rPr>
            </w:pPr>
          </w:p>
        </w:tc>
      </w:tr>
    </w:tbl>
    <w:p>
      <w:pPr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报送单位（盖章）：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联系人：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联系电话：       </w:t>
      </w:r>
    </w:p>
    <w:p>
      <w:pPr>
        <w:ind w:firstLine="477" w:firstLineChars="199"/>
        <w:rPr>
          <w:rFonts w:hint="eastAsia" w:ascii="楷体_GB2312" w:eastAsia="楷体_GB2312"/>
          <w:color w:val="000000"/>
          <w:sz w:val="24"/>
          <w:szCs w:val="24"/>
        </w:rPr>
      </w:pPr>
    </w:p>
    <w:p>
      <w:pPr>
        <w:ind w:firstLine="720" w:firstLineChars="300"/>
        <w:rPr>
          <w:sz w:val="24"/>
          <w:szCs w:val="24"/>
        </w:rPr>
      </w:pPr>
      <w:r>
        <w:rPr>
          <w:rFonts w:hint="eastAsia" w:ascii="楷体_GB2312" w:eastAsia="楷体_GB2312"/>
          <w:color w:val="000000"/>
          <w:sz w:val="24"/>
          <w:szCs w:val="24"/>
          <w:lang w:eastAsia="zh-CN"/>
        </w:rPr>
        <w:t>说明</w:t>
      </w:r>
      <w:r>
        <w:rPr>
          <w:rFonts w:hint="eastAsia" w:ascii="楷体_GB2312" w:eastAsia="楷体_GB2312"/>
          <w:color w:val="000000"/>
          <w:sz w:val="24"/>
          <w:szCs w:val="24"/>
        </w:rPr>
        <w:t>：请各单位参照以上格式，使用</w:t>
      </w:r>
      <w:r>
        <w:rPr>
          <w:rFonts w:ascii="楷体_GB2312" w:eastAsia="楷体_GB2312"/>
          <w:color w:val="000000"/>
          <w:sz w:val="24"/>
          <w:szCs w:val="24"/>
        </w:rPr>
        <w:t>Excel</w:t>
      </w:r>
      <w:r>
        <w:rPr>
          <w:rFonts w:hint="eastAsia" w:ascii="楷体_GB2312" w:eastAsia="楷体_GB2312"/>
          <w:color w:val="000000"/>
          <w:sz w:val="24"/>
          <w:szCs w:val="24"/>
        </w:rPr>
        <w:t>制作表格。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Liberation Sans">
    <w:altName w:val="仓耳今楷05-6763 W05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仓耳今楷05-6763 W05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838522E"/>
    <w:rsid w:val="00130308"/>
    <w:rsid w:val="001405C7"/>
    <w:rsid w:val="0026650B"/>
    <w:rsid w:val="00282342"/>
    <w:rsid w:val="002846BC"/>
    <w:rsid w:val="002A12E8"/>
    <w:rsid w:val="00367E76"/>
    <w:rsid w:val="003952DA"/>
    <w:rsid w:val="0039579A"/>
    <w:rsid w:val="00470518"/>
    <w:rsid w:val="004D49BF"/>
    <w:rsid w:val="0050391F"/>
    <w:rsid w:val="00583927"/>
    <w:rsid w:val="00607259"/>
    <w:rsid w:val="00644C93"/>
    <w:rsid w:val="006A6719"/>
    <w:rsid w:val="00866C51"/>
    <w:rsid w:val="008A338C"/>
    <w:rsid w:val="009F5757"/>
    <w:rsid w:val="00B8633B"/>
    <w:rsid w:val="00C24A2D"/>
    <w:rsid w:val="00C72F81"/>
    <w:rsid w:val="00D00603"/>
    <w:rsid w:val="00D360A1"/>
    <w:rsid w:val="00E54488"/>
    <w:rsid w:val="00F1216C"/>
    <w:rsid w:val="00F17346"/>
    <w:rsid w:val="00F95548"/>
    <w:rsid w:val="00FB12E4"/>
    <w:rsid w:val="29102697"/>
    <w:rsid w:val="31646A8B"/>
    <w:rsid w:val="38A64976"/>
    <w:rsid w:val="4F884AD4"/>
    <w:rsid w:val="6838522E"/>
    <w:rsid w:val="6F7FAF24"/>
    <w:rsid w:val="7744476E"/>
    <w:rsid w:val="7FA1164C"/>
    <w:rsid w:val="9BDE0EA7"/>
    <w:rsid w:val="ABFDDB70"/>
    <w:rsid w:val="CEFF39F0"/>
    <w:rsid w:val="ED8D58AC"/>
    <w:rsid w:val="EEFAB540"/>
    <w:rsid w:val="FFBB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 w:locked="1"/>
    <w:lsdException w:qFormat="1" w:unhideWhenUsed="0" w:uiPriority="99" w:semiHidden="0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99"/>
    <w:rPr>
      <w:rFonts w:cs="Times New Roman"/>
      <w:color w:val="0000FF"/>
      <w:u w:val="single"/>
    </w:rPr>
  </w:style>
  <w:style w:type="character" w:customStyle="1" w:styleId="7">
    <w:name w:val="Header Char"/>
    <w:basedOn w:val="4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Footer Char"/>
    <w:basedOn w:val="4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37</Words>
  <Characters>217</Characters>
  <Lines>0</Lines>
  <Paragraphs>0</Paragraphs>
  <TotalTime>0</TotalTime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2016-04-06T11:01:00Z</dcterms:created>
  <dc:creator>Administrator</dc:creator>
  <cp:lastModifiedBy>Administrator</cp:lastModifiedBy>
  <cp:lastPrinted>2023-05-22T10:52:00Z</cp:lastPrinted>
  <dcterms:modified xsi:type="dcterms:W3CDTF">2023-05-24T03:18:23Z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